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634C3DB6" w14:textId="77777777" w:rsidR="00406F9D" w:rsidRDefault="00F422D3" w:rsidP="00406F9D">
      <w:pPr>
        <w:pStyle w:val="Titul2"/>
        <w:spacing w:after="0"/>
      </w:pPr>
      <w:r>
        <w:t xml:space="preserve">Název zakázky: </w:t>
      </w:r>
      <w:r w:rsidRPr="00995666">
        <w:t>„</w:t>
      </w:r>
      <w:r w:rsidR="00665DF7" w:rsidRPr="00995666">
        <w:t xml:space="preserve">Oprava </w:t>
      </w:r>
      <w:r w:rsidR="00DD3274">
        <w:t xml:space="preserve">DŘT na trati H. Dvořiště </w:t>
      </w:r>
    </w:p>
    <w:p w14:paraId="702765BD" w14:textId="661F8C0A" w:rsidR="00F422D3" w:rsidRDefault="00DD3274" w:rsidP="00406F9D">
      <w:pPr>
        <w:pStyle w:val="Titul2"/>
        <w:ind w:left="2410" w:firstLine="142"/>
      </w:pPr>
      <w:r>
        <w:t>– Č. Budějovice</w:t>
      </w:r>
      <w:r w:rsidR="00F422D3">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9163CEA" w:rsidR="00024CEA" w:rsidRDefault="00024CEA" w:rsidP="00024CEA">
      <w:pPr>
        <w:pStyle w:val="Textbezodsazen"/>
        <w:tabs>
          <w:tab w:val="left" w:pos="0"/>
        </w:tabs>
        <w:spacing w:after="0"/>
      </w:pPr>
      <w:r w:rsidRPr="00406F9D">
        <w:t>na základě pověření č. 2720 ze dne 27. 5. 2019</w:t>
      </w:r>
    </w:p>
    <w:p w14:paraId="352B8552" w14:textId="77777777" w:rsidR="00406F9D" w:rsidRDefault="00406F9D" w:rsidP="00024CEA">
      <w:pPr>
        <w:pStyle w:val="Textbezodsazen"/>
        <w:tabs>
          <w:tab w:val="left" w:pos="0"/>
        </w:tabs>
        <w:spacing w:after="0"/>
      </w:pP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777777" w:rsidR="00024CEA" w:rsidRPr="007821F1" w:rsidRDefault="00024CEA" w:rsidP="00024CEA">
      <w:pPr>
        <w:rPr>
          <w:rFonts w:ascii="Verdana" w:hAnsi="Verdana" w:cs="Arial"/>
        </w:rPr>
      </w:pPr>
      <w:r w:rsidRPr="007821F1">
        <w:rPr>
          <w:rFonts w:ascii="Verdana" w:hAnsi="Verdana" w:cs="Arial"/>
        </w:rPr>
        <w:t>E-mail: ePodatelnaORPLZ@szdc.cz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w:t>
      </w:r>
      <w:proofErr w:type="gramStart"/>
      <w:r>
        <w:rPr>
          <w:highlight w:val="green"/>
        </w:rPr>
        <w:t>…./2020</w:t>
      </w:r>
      <w:proofErr w:type="gramEnd"/>
    </w:p>
    <w:p w14:paraId="33B7918D" w14:textId="7C879092" w:rsidR="00024CEA" w:rsidRDefault="00024CEA" w:rsidP="00024CEA">
      <w:pPr>
        <w:pStyle w:val="Textbezodsazen"/>
        <w:spacing w:after="0"/>
      </w:pPr>
      <w:r>
        <w:t xml:space="preserve">číslo veřejné zakázky: </w:t>
      </w:r>
      <w:r w:rsidRPr="00406F9D">
        <w:t>6542</w:t>
      </w:r>
      <w:r w:rsidR="005E08F8" w:rsidRPr="00406F9D">
        <w:t>0</w:t>
      </w:r>
      <w:r w:rsidR="00891B26" w:rsidRPr="00406F9D">
        <w:t>137</w:t>
      </w:r>
    </w:p>
    <w:p w14:paraId="24579F39" w14:textId="77777777" w:rsidR="00024CEA" w:rsidRDefault="00024CEA" w:rsidP="00024CEA">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-SŽDC-OŘ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proofErr w:type="spellStart"/>
      <w:r w:rsidR="00671778" w:rsidRPr="007821F1">
        <w:rPr>
          <w:rFonts w:ascii="Verdana" w:hAnsi="Verdana" w:cs="Arial"/>
        </w:rPr>
        <w:t>ust</w:t>
      </w:r>
      <w:proofErr w:type="spellEnd"/>
      <w:r w:rsidR="00671778" w:rsidRPr="007821F1">
        <w:rPr>
          <w:rFonts w:ascii="Verdana" w:hAnsi="Verdana" w:cs="Arial"/>
        </w:rPr>
        <w:t>. §  1746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4F2C4EBB" w:rsidR="00931D03" w:rsidRPr="00EE756F" w:rsidRDefault="00931D03" w:rsidP="00931D03">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00406F9D">
        <w:t xml:space="preserve">17. 4. 2020 </w:t>
      </w:r>
      <w:r w:rsidRPr="00EE756F">
        <w:t xml:space="preserve">pod evidenčním číslem </w:t>
      </w:r>
      <w:r w:rsidR="00406F9D">
        <w:t xml:space="preserve">65420137 </w:t>
      </w:r>
      <w:r w:rsidRPr="00EE756F">
        <w:t xml:space="preserve">svůj úmysl zadat ve výběrovém řízení veřejnou zakázku s názvem </w:t>
      </w:r>
      <w:r w:rsidR="00665DF7">
        <w:rPr>
          <w:b/>
        </w:rPr>
        <w:t>„Oprava</w:t>
      </w:r>
      <w:r w:rsidR="00DD3274">
        <w:rPr>
          <w:b/>
        </w:rPr>
        <w:t xml:space="preserve"> DŘT na trati H. Dvořiště – Č. B</w:t>
      </w:r>
      <w:r w:rsidR="00891B26">
        <w:rPr>
          <w:b/>
        </w:rPr>
        <w:t>u</w:t>
      </w:r>
      <w:r w:rsidR="00DD3274">
        <w:rPr>
          <w:b/>
        </w:rPr>
        <w:t>dějovice</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A060E">
      <w:pPr>
        <w:pStyle w:val="RLTextlnkuslovan"/>
        <w:rPr>
          <w:rFonts w:asciiTheme="minorHAnsi" w:hAnsiTheme="minorHAnsi"/>
          <w:sz w:val="18"/>
          <w:szCs w:val="18"/>
        </w:rPr>
      </w:pPr>
      <w:r w:rsidRPr="008335E4">
        <w:rPr>
          <w:rFonts w:asciiTheme="minorHAnsi" w:hAnsiTheme="minorHAnsi"/>
          <w:sz w:val="18"/>
          <w:szCs w:val="18"/>
        </w:rPr>
        <w:t xml:space="preserve">Zhotovitel se zavazuje provést níže uvedené služby a objednatel se zavazuje 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lastRenderedPageBreak/>
        <w:t>Předmět, cena a harmonogram postupu prací Smlouvy</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785335FA"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FD4A52">
        <w:rPr>
          <w:rFonts w:cs="Arial"/>
          <w:color w:val="FF0000"/>
          <w:highlight w:val="yellow"/>
        </w:rPr>
        <w:t>……………</w:t>
      </w:r>
      <w:r w:rsidRPr="00FD4A52">
        <w:rPr>
          <w:rFonts w:cs="Arial"/>
          <w:highlight w:val="yellow"/>
        </w:rPr>
        <w:t>,</w:t>
      </w:r>
      <w:r w:rsidRPr="008335E4">
        <w:rPr>
          <w:rFonts w:cs="Arial"/>
        </w:rPr>
        <w:t xml:space="preserve"> která byla vybrána rozhodnutím objednatele </w:t>
      </w:r>
      <w:proofErr w:type="gramStart"/>
      <w:r w:rsidRPr="008335E4">
        <w:rPr>
          <w:rFonts w:cs="Arial"/>
        </w:rPr>
        <w:t>č.j.</w:t>
      </w:r>
      <w:proofErr w:type="gramEnd"/>
      <w:r w:rsidRPr="008335E4">
        <w:rPr>
          <w:rFonts w:cs="Arial"/>
        </w:rPr>
        <w:t xml:space="preserve"> </w:t>
      </w:r>
      <w:r w:rsidR="00D8332A" w:rsidRPr="008335E4">
        <w:rPr>
          <w:rFonts w:cs="Arial"/>
          <w:highlight w:val="green"/>
        </w:rPr>
        <w:t>…/2020-SŽDC-OŘ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Pr="00FD4A52"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FD4A52">
        <w:rPr>
          <w:rFonts w:cs="Arial"/>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6A8282AA" w:rsidR="00BA5CC3" w:rsidRPr="00C7674A" w:rsidRDefault="00671778" w:rsidP="00BA5CC3">
      <w:pPr>
        <w:pStyle w:val="Text1-1"/>
        <w:numPr>
          <w:ilvl w:val="0"/>
          <w:numId w:val="0"/>
        </w:numPr>
        <w:ind w:left="737" w:hanging="737"/>
      </w:pPr>
      <w:r w:rsidRPr="008335E4">
        <w:rPr>
          <w:rFonts w:cs="Arial"/>
        </w:rPr>
        <w:t xml:space="preserve">3.2 </w:t>
      </w:r>
      <w:r w:rsidR="00BA5CC3">
        <w:rPr>
          <w:rFonts w:cs="Arial"/>
        </w:rPr>
        <w:tab/>
      </w:r>
      <w:r w:rsidR="00BA5CC3"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00BA5CC3" w:rsidRPr="00C7674A">
          <w:t>http://www.szdc.cz/dalsi-informace/dokumenty-a-predpisy.html</w:t>
        </w:r>
      </w:hyperlink>
      <w:r w:rsidR="00BA5CC3" w:rsidRPr="00C7674A">
        <w:t xml:space="preserve"> a zavazuje se realizovat Službu v souladu s těmito vnitřními předpisy Objednatele.</w:t>
      </w:r>
    </w:p>
    <w:p w14:paraId="14F6AE77" w14:textId="75F9AC6D" w:rsidR="00BA5CC3" w:rsidRPr="00C7674A" w:rsidRDefault="00671778" w:rsidP="00BA5CC3">
      <w:pPr>
        <w:pStyle w:val="Text1-1"/>
        <w:numPr>
          <w:ilvl w:val="0"/>
          <w:numId w:val="0"/>
        </w:numPr>
        <w:ind w:left="737" w:hanging="737"/>
      </w:pPr>
      <w:r w:rsidRPr="00C7674A">
        <w:rPr>
          <w:rFonts w:cs="Arial"/>
        </w:rPr>
        <w:t xml:space="preserve">3.3 </w:t>
      </w:r>
      <w:r w:rsidR="00BA5CC3" w:rsidRPr="00C7674A">
        <w:rPr>
          <w:rFonts w:cs="Arial"/>
        </w:rPr>
        <w:tab/>
      </w:r>
      <w:r w:rsidR="00BA5CC3"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4871D69E" w14:textId="4BF2D6FD" w:rsidR="00BA5CC3" w:rsidRPr="00C7674A" w:rsidRDefault="00665DF7" w:rsidP="00665DF7">
      <w:pPr>
        <w:pStyle w:val="Textbezslovn"/>
      </w:pPr>
      <w:r w:rsidRPr="00406F9D">
        <w:t xml:space="preserve"> </w:t>
      </w:r>
      <w:r w:rsidR="00BA5CC3" w:rsidRPr="00406F9D">
        <w:t xml:space="preserve">(Rozpis Ceny Služby dle jednotlivých položek je uveden v Příloze č. </w:t>
      </w:r>
      <w:r w:rsidR="0081296F" w:rsidRPr="00406F9D">
        <w:t>3</w:t>
      </w:r>
      <w:r w:rsidR="00BA5CC3" w:rsidRPr="00406F9D">
        <w:t xml:space="preserve"> </w:t>
      </w:r>
      <w:proofErr w:type="gramStart"/>
      <w:r w:rsidR="00BA5CC3" w:rsidRPr="00406F9D">
        <w:t>této</w:t>
      </w:r>
      <w:proofErr w:type="gramEnd"/>
      <w:r w:rsidR="00BA5CC3" w:rsidRPr="00406F9D">
        <w:t xml:space="preserve"> Smlouvy).</w:t>
      </w:r>
    </w:p>
    <w:p w14:paraId="588B6797" w14:textId="77777777" w:rsidR="00BA5CC3" w:rsidRPr="00C7674A" w:rsidRDefault="00BA5CC3" w:rsidP="00BA5CC3">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AD52E9"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CCBB335"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0FF751D"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51AF56D" w14:textId="09D9603D" w:rsidR="00BA5CC3" w:rsidRPr="00C7674A" w:rsidRDefault="00BA5CC3" w:rsidP="00BA5CC3">
      <w:pPr>
        <w:pStyle w:val="RLTextlnkuslovan"/>
      </w:pPr>
      <w:r w:rsidRPr="00C7674A">
        <w:t xml:space="preserve">Zakázka nepodléhá režimu přenesené daňové povinnosti. Jedná se o zařazení do klasifikace CZ-CPA: </w:t>
      </w:r>
      <w:r w:rsidR="00AB6E1E">
        <w:t>33</w:t>
      </w:r>
    </w:p>
    <w:p w14:paraId="2A398A82" w14:textId="7E9AD644" w:rsidR="00BA5CC3" w:rsidRPr="00406F9D" w:rsidRDefault="00BA5CC3" w:rsidP="00BA5CC3">
      <w:pPr>
        <w:pStyle w:val="RLTextlnkuslovan"/>
        <w:rPr>
          <w:highlight w:val="yellow"/>
        </w:rPr>
      </w:pPr>
      <w:r w:rsidRPr="00406F9D">
        <w:rPr>
          <w:rFonts w:cs="Arial"/>
          <w:highlight w:val="yellow"/>
        </w:rPr>
        <w:t>V případě, že se jedná o společnost více dodavatelů:</w:t>
      </w:r>
    </w:p>
    <w:p w14:paraId="7C8366E1" w14:textId="3F2D1509" w:rsidR="00BA5CC3" w:rsidRPr="00C7674A" w:rsidRDefault="00BA5CC3" w:rsidP="00BA5CC3">
      <w:pPr>
        <w:ind w:left="426" w:firstLine="283"/>
        <w:jc w:val="both"/>
        <w:rPr>
          <w:rFonts w:cs="Arial"/>
        </w:rPr>
      </w:pPr>
      <w:r w:rsidRPr="00406F9D">
        <w:rPr>
          <w:rFonts w:cs="Arial"/>
          <w:highlight w:val="yellow"/>
        </w:rPr>
        <w:t>Fakturaci za společnost …… bude provádět …….</w:t>
      </w:r>
    </w:p>
    <w:p w14:paraId="5CB0C38F" w14:textId="77777777" w:rsidR="00BA5CC3" w:rsidRPr="00C7674A" w:rsidRDefault="00BA5CC3" w:rsidP="00BA5CC3">
      <w:pPr>
        <w:pStyle w:val="Odstavecseseznamem"/>
        <w:numPr>
          <w:ilvl w:val="1"/>
          <w:numId w:val="23"/>
        </w:numPr>
        <w:spacing w:after="120"/>
        <w:contextualSpacing w:val="0"/>
        <w:jc w:val="both"/>
        <w:rPr>
          <w:vanish/>
        </w:rPr>
      </w:pPr>
    </w:p>
    <w:p w14:paraId="513C594E" w14:textId="77777777" w:rsidR="00BA5CC3" w:rsidRPr="00C7674A" w:rsidRDefault="00BA5CC3" w:rsidP="00BA5CC3">
      <w:pPr>
        <w:pStyle w:val="Odstavecseseznamem"/>
        <w:numPr>
          <w:ilvl w:val="1"/>
          <w:numId w:val="23"/>
        </w:numPr>
        <w:spacing w:after="120"/>
        <w:contextualSpacing w:val="0"/>
        <w:jc w:val="both"/>
        <w:rPr>
          <w:vanish/>
        </w:rPr>
      </w:pPr>
    </w:p>
    <w:p w14:paraId="53D5BB6D" w14:textId="77777777" w:rsidR="00BA5CC3" w:rsidRPr="00C7674A" w:rsidRDefault="00BA5CC3" w:rsidP="00BA5CC3">
      <w:pPr>
        <w:pStyle w:val="Odstavecseseznamem"/>
        <w:numPr>
          <w:ilvl w:val="1"/>
          <w:numId w:val="23"/>
        </w:numPr>
        <w:spacing w:after="120"/>
        <w:contextualSpacing w:val="0"/>
        <w:jc w:val="both"/>
        <w:rPr>
          <w:vanish/>
        </w:rPr>
      </w:pPr>
    </w:p>
    <w:p w14:paraId="6C65624C" w14:textId="77777777" w:rsidR="00BA5CC3" w:rsidRPr="00C7674A" w:rsidRDefault="00BA5CC3" w:rsidP="00BA5CC3">
      <w:pPr>
        <w:pStyle w:val="Odstavecseseznamem"/>
        <w:numPr>
          <w:ilvl w:val="1"/>
          <w:numId w:val="23"/>
        </w:numPr>
        <w:spacing w:after="120"/>
        <w:contextualSpacing w:val="0"/>
        <w:jc w:val="both"/>
        <w:rPr>
          <w:vanish/>
        </w:rPr>
      </w:pPr>
    </w:p>
    <w:p w14:paraId="2260A0E6" w14:textId="77777777" w:rsidR="00BA5CC3" w:rsidRPr="00C7674A" w:rsidRDefault="00BA5CC3" w:rsidP="00BA5CC3">
      <w:pPr>
        <w:pStyle w:val="Odstavecseseznamem"/>
        <w:numPr>
          <w:ilvl w:val="1"/>
          <w:numId w:val="23"/>
        </w:numPr>
        <w:spacing w:after="120"/>
        <w:contextualSpacing w:val="0"/>
        <w:jc w:val="both"/>
        <w:rPr>
          <w:vanish/>
        </w:rPr>
      </w:pPr>
    </w:p>
    <w:p w14:paraId="70301AD0" w14:textId="77777777" w:rsidR="00BA5CC3" w:rsidRPr="00C7674A" w:rsidRDefault="00BA5CC3" w:rsidP="00BA5CC3">
      <w:pPr>
        <w:pStyle w:val="Text1-1"/>
      </w:pPr>
      <w:r w:rsidRPr="00C7674A">
        <w:t xml:space="preserve">Smluvní strany se dohodly, že stane-li se Zhotovitel nespolehlivým plátcem, ve smyslu </w:t>
      </w:r>
      <w:proofErr w:type="spellStart"/>
      <w:r w:rsidRPr="00C7674A">
        <w:t>ust</w:t>
      </w:r>
      <w:proofErr w:type="spellEnd"/>
      <w:r w:rsidRPr="00C7674A">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 xml:space="preserve">Smluvní strany se dohodly, že Zhotovitel na sebe přebírá nebezpečí změny okolností ve smyslu </w:t>
      </w:r>
      <w:proofErr w:type="spellStart"/>
      <w:r w:rsidRPr="00C7674A">
        <w:t>ust</w:t>
      </w:r>
      <w:proofErr w:type="spellEnd"/>
      <w:r w:rsidRPr="00C7674A">
        <w:t>. § 1765 odst. 2 a § 2620 odst. 2 občanského zákoníku. Tzn., že Zhotoviteli nevznikne vůči Objednateli při změně okolností právo domáhat se obnovení jednání o Smlouvě ani zvýšení Ceny za Službu ani zrušení Smlouvy.</w:t>
      </w:r>
    </w:p>
    <w:p w14:paraId="41D424DD" w14:textId="2CA3C941" w:rsidR="00BA5CC3" w:rsidRDefault="00BA5CC3" w:rsidP="00BA5CC3">
      <w:pPr>
        <w:pStyle w:val="Text1-1"/>
        <w:numPr>
          <w:ilvl w:val="1"/>
          <w:numId w:val="9"/>
        </w:numPr>
      </w:pPr>
      <w:r w:rsidRPr="00C7674A">
        <w:t>Zhotovitel se v souladu se svou nabídkou zavazuje dokončit a předat Objednateli Službu nebo její jednotlivé části v termínech uvedených v harmonogramu obsaženém v </w:t>
      </w:r>
      <w:hyperlink w:anchor="ListAnnex04" w:history="1">
        <w:r w:rsidRPr="0041625C">
          <w:rPr>
            <w:rStyle w:val="Hypertextovodkaz"/>
            <w:rFonts w:cs="Calibri"/>
            <w:color w:val="auto"/>
            <w:u w:val="none"/>
          </w:rPr>
          <w:t xml:space="preserve">Příloze č. </w:t>
        </w:r>
      </w:hyperlink>
      <w:r w:rsidR="0041625C" w:rsidRPr="0041625C">
        <w:rPr>
          <w:rStyle w:val="Hypertextovodkaz"/>
          <w:rFonts w:cs="Calibri"/>
          <w:color w:val="auto"/>
          <w:u w:val="none"/>
        </w:rPr>
        <w:t>4</w:t>
      </w:r>
      <w:r w:rsidRPr="00C7674A">
        <w:t xml:space="preserve"> </w:t>
      </w:r>
      <w:proofErr w:type="gramStart"/>
      <w:r w:rsidRPr="00C7674A">
        <w:t>této</w:t>
      </w:r>
      <w:proofErr w:type="gramEnd"/>
      <w:r w:rsidRPr="00C7674A">
        <w:t xml:space="preserve"> Smlouvy (dále jen „</w:t>
      </w:r>
      <w:r w:rsidRPr="00C7674A">
        <w:rPr>
          <w:b/>
          <w:bCs/>
        </w:rPr>
        <w:t>Harmonogram postupu prací</w:t>
      </w:r>
      <w:r w:rsidRPr="00C7674A">
        <w:t>“), který je rozdělen dle jednotlivých stavebních objektů, provozních souborů či jiných částí plnění, přičemž zásadními termíny Harmonogramu postupu prací jsou následující:</w:t>
      </w:r>
    </w:p>
    <w:p w14:paraId="1B6365A5" w14:textId="6A996CC4" w:rsidR="00665DF7" w:rsidRDefault="00665DF7" w:rsidP="00665DF7">
      <w:pPr>
        <w:pStyle w:val="Text1-1"/>
      </w:pPr>
      <w:r>
        <w:t xml:space="preserve">Zahájení prací: dnem předání Staveniště dle odst. 4.1.1 Přílohy </w:t>
      </w:r>
      <w:proofErr w:type="gramStart"/>
      <w:r>
        <w:t>č.2 b) Smlouvy</w:t>
      </w:r>
      <w:proofErr w:type="gramEnd"/>
      <w:r>
        <w:t>.</w:t>
      </w:r>
    </w:p>
    <w:p w14:paraId="4F3F3725" w14:textId="4B4C31AA" w:rsidR="00665DF7" w:rsidRDefault="00665DF7" w:rsidP="00665DF7">
      <w:pPr>
        <w:pStyle w:val="Text1-1"/>
      </w:pPr>
      <w:r>
        <w:t>Dokončení Díla 30.</w:t>
      </w:r>
      <w:r w:rsidR="00406F9D">
        <w:t xml:space="preserve"> </w:t>
      </w:r>
      <w:r w:rsidR="00AB6E1E">
        <w:t>10</w:t>
      </w:r>
      <w:r>
        <w:t>.</w:t>
      </w:r>
      <w:r w:rsidR="00406F9D">
        <w:t xml:space="preserve"> </w:t>
      </w:r>
      <w:r>
        <w:t xml:space="preserve">2020 </w:t>
      </w:r>
    </w:p>
    <w:p w14:paraId="5D797065" w14:textId="473355DE" w:rsidR="00665DF7" w:rsidRPr="00C7674A" w:rsidRDefault="00665DF7" w:rsidP="00665DF7">
      <w:pPr>
        <w:pStyle w:val="Text1-1"/>
      </w:pPr>
      <w:r>
        <w:t>(dokladem prokazujícím, že Zhotovitel dokončil celé Dílo, je Předávací protokol dle odst. 10.4 Obchodních podmínek) a konečný Zápis o předání a převzetí Díla</w:t>
      </w:r>
    </w:p>
    <w:p w14:paraId="026FEBF5" w14:textId="09C75AFA" w:rsidR="00BA5CC3" w:rsidRPr="00C7674A" w:rsidRDefault="00BA5CC3" w:rsidP="00BA5CC3">
      <w:pPr>
        <w:pStyle w:val="Text1-1"/>
        <w:numPr>
          <w:ilvl w:val="1"/>
          <w:numId w:val="9"/>
        </w:numPr>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BA5CC3">
      <w:pPr>
        <w:pStyle w:val="Text1-1"/>
        <w:numPr>
          <w:ilvl w:val="1"/>
          <w:numId w:val="9"/>
        </w:numPr>
      </w:pPr>
      <w:proofErr w:type="spellStart"/>
      <w:r w:rsidRPr="00C7674A">
        <w:lastRenderedPageBreak/>
        <w:t>Ust</w:t>
      </w:r>
      <w:proofErr w:type="spellEnd"/>
      <w:r w:rsidRPr="00C7674A">
        <w:t xml:space="preserve">. § 2605 odst. 1 a </w:t>
      </w:r>
      <w:proofErr w:type="spellStart"/>
      <w:r w:rsidRPr="00C7674A">
        <w:t>ust</w:t>
      </w:r>
      <w:proofErr w:type="spellEnd"/>
      <w:r w:rsidRPr="00C7674A">
        <w:t xml:space="preserve">.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11C573A5" w14:textId="77777777" w:rsidR="0081296F" w:rsidRPr="008335E4" w:rsidRDefault="0081296F" w:rsidP="0081296F">
      <w:pPr>
        <w:pStyle w:val="RLTextlnkuslovan"/>
        <w:numPr>
          <w:ilvl w:val="0"/>
          <w:numId w:val="0"/>
        </w:numPr>
        <w:ind w:left="737"/>
      </w:pPr>
    </w:p>
    <w:p w14:paraId="64257F3A" w14:textId="50FCCC58" w:rsidR="00671778" w:rsidRPr="00665DF7" w:rsidRDefault="00671778" w:rsidP="00665DF7">
      <w:pPr>
        <w:pStyle w:val="Nadpis1-1"/>
        <w:rPr>
          <w:rFonts w:asciiTheme="minorHAnsi" w:hAnsiTheme="minorHAnsi"/>
        </w:rPr>
      </w:pPr>
      <w:bookmarkStart w:id="0" w:name="_Toc84921339"/>
      <w:bookmarkStart w:id="1" w:name="_Toc99163105"/>
      <w:r w:rsidRPr="008335E4">
        <w:rPr>
          <w:rFonts w:asciiTheme="minorHAnsi" w:hAnsiTheme="minorHAnsi"/>
        </w:rPr>
        <w:t>ZÁRUKA ZA JAKOST A ODPOVĚDNOST ZA VADY</w:t>
      </w:r>
      <w:bookmarkEnd w:id="0"/>
      <w:bookmarkEnd w:id="1"/>
    </w:p>
    <w:p w14:paraId="1CE7830A" w14:textId="5DE12F43" w:rsidR="009635A4" w:rsidRPr="00665DF7" w:rsidRDefault="00665DF7" w:rsidP="00665DF7">
      <w:pPr>
        <w:ind w:left="709" w:hanging="709"/>
        <w:jc w:val="both"/>
        <w:rPr>
          <w:rFonts w:cs="Arial"/>
          <w:i/>
          <w:color w:val="00B050"/>
        </w:rPr>
      </w:pPr>
      <w:r>
        <w:rPr>
          <w:rStyle w:val="Nadpis2-2Char"/>
        </w:rPr>
        <w:t>4</w:t>
      </w:r>
      <w:r w:rsidR="00671778" w:rsidRPr="00665DF7">
        <w:rPr>
          <w:rStyle w:val="Nadpis2-2Char"/>
        </w:rPr>
        <w:t>.</w:t>
      </w:r>
      <w:r>
        <w:rPr>
          <w:rStyle w:val="Nadpis2-2Char"/>
        </w:rPr>
        <w:t>1</w:t>
      </w:r>
      <w:r w:rsidR="00671778" w:rsidRPr="008335E4">
        <w:rPr>
          <w:rFonts w:cs="Arial"/>
        </w:rPr>
        <w:t xml:space="preserve"> </w:t>
      </w:r>
      <w:r w:rsidR="007B5459" w:rsidRPr="008335E4">
        <w:rPr>
          <w:rFonts w:cs="Arial"/>
        </w:rPr>
        <w:tab/>
        <w:t>Záruka se řídí příslušnými ustanoveními Všeobecných obchodních podmínek.</w:t>
      </w:r>
      <w:r w:rsidR="007B5459" w:rsidRPr="008335E4">
        <w:rPr>
          <w:rFonts w:cs="Arial"/>
          <w:i/>
          <w:color w:val="00B050"/>
        </w:rPr>
        <w:tab/>
      </w: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 xml:space="preserve">Smluvní strany podpisem této smlouvy vylučují, že se při právním styku mezi smluvními stranami přihlíží k obchodním zvyklostem, které tak nemají přednost před ustanoveními zákona dle </w:t>
      </w:r>
      <w:proofErr w:type="spellStart"/>
      <w:r w:rsidRPr="00EE756F">
        <w:t>ust</w:t>
      </w:r>
      <w:proofErr w:type="spellEnd"/>
      <w:r w:rsidRPr="00EE756F">
        <w: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xml:space="preserve">, lze namítnout kdykoliv. Tzn., že mezi smluvními stranami neplatí </w:t>
      </w:r>
      <w:proofErr w:type="spellStart"/>
      <w:r w:rsidRPr="00557549">
        <w:t>ust</w:t>
      </w:r>
      <w:proofErr w:type="spellEnd"/>
      <w:r w:rsidRPr="00557549">
        <w:t>. § 582 odst. 1 první věta a odst. 2 občanského zákoníku.</w:t>
      </w:r>
    </w:p>
    <w:p w14:paraId="0A56BDF0" w14:textId="77777777" w:rsidR="00214C3E" w:rsidRPr="00557549" w:rsidRDefault="00214C3E" w:rsidP="00214C3E">
      <w:pPr>
        <w:pStyle w:val="Text1-1"/>
      </w:pPr>
      <w:r w:rsidRPr="00557549">
        <w:t>Žádné úkony či jednání ze strany Objednatele nelze považovat za příslib uzavření Smlouvy nebo dodatku k ní. V souladu s </w:t>
      </w:r>
      <w:proofErr w:type="spellStart"/>
      <w:r w:rsidRPr="00557549">
        <w:t>ust</w:t>
      </w:r>
      <w:proofErr w:type="spellEnd"/>
      <w:r w:rsidRPr="00557549">
        <w:t xml:space="preserve">.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2" w:name="_Ref214189956"/>
      <w:r w:rsidRPr="00557549">
        <w:t>Veškerá práva a povinnosti vyplývající z této Smlouvy přecházejí, pokud to povaha těchto práv a povinností nevylučuje, na právní nástupce smluvních stran.</w:t>
      </w:r>
      <w:bookmarkEnd w:id="2"/>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w:t>
      </w:r>
      <w:r w:rsidRPr="00557549">
        <w:lastRenderedPageBreak/>
        <w:t>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3133B12A" w14:textId="675CF98B" w:rsidR="00214C3E" w:rsidRPr="00226BED" w:rsidRDefault="00214C3E" w:rsidP="00214C3E">
      <w:pPr>
        <w:pStyle w:val="Text1-1"/>
      </w:pPr>
      <w:r w:rsidRPr="00226BED">
        <w:t xml:space="preserve">Tato Smlouva je vyhotovena ve </w:t>
      </w:r>
      <w:r w:rsidRPr="00406F9D">
        <w:rPr>
          <w:b/>
          <w:highlight w:val="yellow"/>
        </w:rPr>
        <w:fldChar w:fldCharType="begin"/>
      </w:r>
      <w:r w:rsidRPr="00406F9D">
        <w:rPr>
          <w:b/>
          <w:highlight w:val="yellow"/>
        </w:rPr>
        <w:instrText xml:space="preserve"> MACROBUTTON  VložitŠirokouMezeru "[VLOŽÍ ZHOTOVITEL]" </w:instrText>
      </w:r>
      <w:r w:rsidRPr="00406F9D">
        <w:rPr>
          <w:b/>
          <w:highlight w:val="yellow"/>
        </w:rPr>
        <w:fldChar w:fldCharType="end"/>
      </w:r>
      <w:r w:rsidRPr="00226BED">
        <w:t xml:space="preserve">vyhotoveních, z nichž Objednatel obdrží </w:t>
      </w:r>
      <w:r w:rsidR="00024CEA" w:rsidRPr="00226BED">
        <w:rPr>
          <w:b/>
        </w:rPr>
        <w:t>1</w:t>
      </w:r>
      <w:r w:rsidR="00024CEA" w:rsidRPr="00226BED">
        <w:t xml:space="preserve"> </w:t>
      </w:r>
      <w:r w:rsidRPr="00226BED">
        <w:t>vyhotovení</w:t>
      </w:r>
      <w:r w:rsidRPr="00226BED">
        <w:rPr>
          <w:b/>
        </w:rPr>
        <w:t xml:space="preserve"> </w:t>
      </w:r>
      <w:r w:rsidRPr="00226BED">
        <w:t xml:space="preserve">a Zhotovitel obdrží </w:t>
      </w:r>
      <w:r w:rsidRPr="00406F9D">
        <w:rPr>
          <w:b/>
          <w:highlight w:val="yellow"/>
        </w:rPr>
        <w:fldChar w:fldCharType="begin"/>
      </w:r>
      <w:r w:rsidRPr="00406F9D">
        <w:rPr>
          <w:b/>
          <w:highlight w:val="yellow"/>
        </w:rPr>
        <w:instrText xml:space="preserve"> MACROBUTTON  VložitŠirokouMezeru "[VLOŽÍ ZHOTOVITEL]" </w:instrText>
      </w:r>
      <w:r w:rsidRPr="00406F9D">
        <w:rPr>
          <w:b/>
          <w:highlight w:val="yellow"/>
        </w:rPr>
        <w:fldChar w:fldCharType="end"/>
      </w:r>
      <w:r w:rsidRPr="00226BED">
        <w:t>vyhotovení.</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693"/>
        <w:gridCol w:w="5727"/>
      </w:tblGrid>
      <w:tr w:rsidR="008A5A95" w:rsidRPr="008A5A95" w14:paraId="78F59442" w14:textId="77777777" w:rsidTr="004A70C6">
        <w:trPr>
          <w:jc w:val="center"/>
        </w:trPr>
        <w:tc>
          <w:tcPr>
            <w:tcW w:w="1599" w:type="pct"/>
          </w:tcPr>
          <w:p w14:paraId="29C0FEEF" w14:textId="77777777" w:rsidR="00024CEA" w:rsidRPr="008A5A95" w:rsidRDefault="00B61969"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4A70C6">
        <w:trPr>
          <w:jc w:val="center"/>
        </w:trPr>
        <w:tc>
          <w:tcPr>
            <w:tcW w:w="1599" w:type="pct"/>
          </w:tcPr>
          <w:p w14:paraId="0045997F" w14:textId="77777777" w:rsidR="00024CEA" w:rsidRPr="008A5A95" w:rsidRDefault="00B61969"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00CC6267" w:rsidR="00024CEA" w:rsidRPr="00FD4A52" w:rsidRDefault="006D4362" w:rsidP="00024CEA">
            <w:pPr>
              <w:pStyle w:val="Textbezslovn"/>
              <w:ind w:hanging="556"/>
            </w:pPr>
            <w:r w:rsidRPr="00FD4A52">
              <w:t>Všeobecné t</w:t>
            </w:r>
            <w:r w:rsidR="00024CEA" w:rsidRPr="00FD4A52">
              <w:t xml:space="preserve">echnické podmínky: </w:t>
            </w:r>
          </w:p>
          <w:p w14:paraId="6C1B5C4A" w14:textId="77777777" w:rsidR="00024CEA" w:rsidRPr="008A5A95" w:rsidRDefault="00024CEA" w:rsidP="00024CEA">
            <w:pPr>
              <w:pStyle w:val="Textbezslovn"/>
              <w:ind w:left="456" w:hanging="275"/>
            </w:pPr>
            <w:r w:rsidRPr="00FD4A52">
              <w:t>a) Technické kvalitativní podmínky staveb státních drah (TKP Staveb)</w:t>
            </w:r>
            <w:r w:rsidRPr="008A5A95">
              <w:t xml:space="preserve"> </w:t>
            </w:r>
          </w:p>
          <w:p w14:paraId="037DD501" w14:textId="77777777" w:rsidR="00024CEA" w:rsidRPr="008A5A95" w:rsidRDefault="00024CEA" w:rsidP="00024CEA">
            <w:pPr>
              <w:pStyle w:val="Textbezslovn"/>
              <w:ind w:hanging="556"/>
            </w:pPr>
            <w:r w:rsidRPr="008A5A95">
              <w:t>b) Všeobecné technické podmínky realizace stavby</w:t>
            </w:r>
          </w:p>
          <w:p w14:paraId="412A141C" w14:textId="77777777" w:rsidR="007C7E79" w:rsidRDefault="00024CEA" w:rsidP="007C7E79">
            <w:pPr>
              <w:pStyle w:val="Textbezslovn"/>
              <w:ind w:hanging="556"/>
            </w:pPr>
            <w:r w:rsidRPr="008A5A95">
              <w:t xml:space="preserve">   </w:t>
            </w:r>
            <w:r w:rsidRPr="008A5A95">
              <w:rPr>
                <w:highlight w:val="green"/>
              </w:rPr>
              <w:t>– VLOŽÍ OBJEDNATEL</w:t>
            </w:r>
          </w:p>
          <w:p w14:paraId="3EEC155D" w14:textId="36C6B827" w:rsidR="007C7E79" w:rsidRPr="008A5A95" w:rsidRDefault="007C7E79" w:rsidP="007C7E79">
            <w:pPr>
              <w:pStyle w:val="Odstavec1-1a"/>
              <w:numPr>
                <w:ilvl w:val="0"/>
                <w:numId w:val="0"/>
              </w:numPr>
              <w:ind w:left="737" w:hanging="556"/>
            </w:pPr>
            <w:r>
              <w:t>c) Technická zpráva – vloží objednatel</w:t>
            </w:r>
          </w:p>
        </w:tc>
      </w:tr>
      <w:tr w:rsidR="008A5A95" w:rsidRPr="008A5A95" w14:paraId="0B7AA3A7" w14:textId="77777777" w:rsidTr="004A70C6">
        <w:trPr>
          <w:jc w:val="center"/>
        </w:trPr>
        <w:tc>
          <w:tcPr>
            <w:tcW w:w="1599" w:type="pct"/>
          </w:tcPr>
          <w:p w14:paraId="420BDAF3" w14:textId="674E65C2" w:rsidR="00024CEA" w:rsidRPr="008A5A95" w:rsidRDefault="00B61969"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2E164960" w:rsidR="00024CEA" w:rsidRPr="008A5A95" w:rsidRDefault="00FD4A52" w:rsidP="00AB6E1E">
            <w:pPr>
              <w:pStyle w:val="Textbezslovn"/>
              <w:ind w:hanging="556"/>
            </w:pPr>
            <w:r w:rsidRPr="00FD4A52">
              <w:t>Položkový soupis prací</w:t>
            </w:r>
            <w:r w:rsidR="004A70C6" w:rsidRPr="00FD4A52">
              <w:t xml:space="preserve"> </w:t>
            </w:r>
          </w:p>
        </w:tc>
      </w:tr>
      <w:tr w:rsidR="004464BA" w:rsidRPr="008A5A95" w14:paraId="667D6532" w14:textId="77777777" w:rsidTr="004A70C6">
        <w:trPr>
          <w:jc w:val="center"/>
        </w:trPr>
        <w:tc>
          <w:tcPr>
            <w:tcW w:w="1599" w:type="pct"/>
          </w:tcPr>
          <w:p w14:paraId="224587E4" w14:textId="74C3AEE1" w:rsidR="004464BA" w:rsidRDefault="004464BA" w:rsidP="008A5A95">
            <w:pPr>
              <w:pStyle w:val="Textbezslovn"/>
            </w:pPr>
            <w:r w:rsidRPr="0021512B">
              <w:rPr>
                <w:u w:val="single"/>
              </w:rPr>
              <w:t>Příloha č. 4</w:t>
            </w:r>
          </w:p>
        </w:tc>
        <w:tc>
          <w:tcPr>
            <w:tcW w:w="3401" w:type="pct"/>
          </w:tcPr>
          <w:p w14:paraId="607AEA5A" w14:textId="063F9DC4" w:rsidR="004464BA" w:rsidRPr="00FD4A52" w:rsidRDefault="004464BA" w:rsidP="008A5A95">
            <w:pPr>
              <w:pStyle w:val="Textbezslovn"/>
              <w:ind w:hanging="556"/>
            </w:pPr>
            <w:r w:rsidRPr="00FD4A52">
              <w:t>Harmonogram</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Ředitel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3667893C" w14:textId="6C29D1AF" w:rsidR="00E463D2" w:rsidRDefault="008A5A95" w:rsidP="00665DF7">
      <w:pPr>
        <w:pStyle w:val="Nadpisbezsl1-2"/>
      </w:pPr>
      <w:r>
        <w:t xml:space="preserve">Všeobecné </w:t>
      </w:r>
      <w:r w:rsidR="00E463D2" w:rsidRPr="00E463D2">
        <w:t xml:space="preserve">Obchodní </w:t>
      </w:r>
      <w:r w:rsidR="00665DF7">
        <w:t>podmínky</w:t>
      </w:r>
    </w:p>
    <w:p w14:paraId="3D0887A8" w14:textId="77777777" w:rsidR="00CB4F6D" w:rsidRPr="00E463D2" w:rsidRDefault="00CB4F6D" w:rsidP="00E463D2">
      <w:pPr>
        <w:pStyle w:val="Textbezodsazen"/>
      </w:pPr>
      <w:bookmarkStart w:id="3" w:name="_GoBack"/>
      <w:bookmarkEnd w:id="3"/>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F97DBD" w:rsidRDefault="00E463D2" w:rsidP="00E463D2">
      <w:pPr>
        <w:pStyle w:val="Nadpisbezsl1-2"/>
      </w:pPr>
      <w:r w:rsidRPr="00F97DBD">
        <w:t xml:space="preserve">Technické podmínky: </w:t>
      </w:r>
    </w:p>
    <w:p w14:paraId="20AE778C" w14:textId="77777777" w:rsidR="00E463D2" w:rsidRPr="00FD4A52" w:rsidRDefault="00E463D2" w:rsidP="00E463D2">
      <w:pPr>
        <w:pStyle w:val="Odstavec1-1a"/>
        <w:numPr>
          <w:ilvl w:val="0"/>
          <w:numId w:val="33"/>
        </w:numPr>
      </w:pPr>
      <w:r w:rsidRPr="00FD4A52">
        <w:t xml:space="preserve">Technické kvalitativní podmínky staveb státních drah (TKP) </w:t>
      </w:r>
    </w:p>
    <w:p w14:paraId="602CF326" w14:textId="77777777" w:rsidR="00A90618" w:rsidRDefault="00A90618" w:rsidP="00A90618">
      <w:pPr>
        <w:pStyle w:val="Textbezslovn"/>
      </w:pPr>
      <w:r w:rsidRPr="00FD4A52">
        <w:t>Technické kvalitativní podmínky staveb státních drah (TKP) nejsou pevně připojeny ke Smlouvě, ale jsou přístupné na http://typdok.tudc.cz; byly taktéž poskytnuty jako součást zadávací dokumentace uveřejněné na profilu zadavatele.</w:t>
      </w:r>
    </w:p>
    <w:p w14:paraId="3778E8F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48E6F13" w14:textId="1DAC04B7" w:rsidR="00956A82" w:rsidRPr="002E4134" w:rsidRDefault="00E463D2" w:rsidP="00665DF7">
      <w:pPr>
        <w:pStyle w:val="Odstavec1-1a"/>
      </w:pPr>
      <w:r w:rsidRPr="002E4134">
        <w:t xml:space="preserve">Všeobecné technické podmínky </w:t>
      </w:r>
    </w:p>
    <w:p w14:paraId="574804D7" w14:textId="0751D3A0" w:rsidR="00E463D2" w:rsidRPr="00FD4A52" w:rsidRDefault="00820EFF" w:rsidP="00E463D2">
      <w:pPr>
        <w:pStyle w:val="Odstavec1-1a"/>
      </w:pPr>
      <w:r w:rsidRPr="00FD4A52">
        <w:t>Technická zpráva</w:t>
      </w:r>
      <w:r w:rsidR="00E463D2" w:rsidRPr="00FD4A52">
        <w:t xml:space="preserve"> </w:t>
      </w:r>
    </w:p>
    <w:p w14:paraId="00EE9D40"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27A00725" w:rsidR="00E463D2" w:rsidRPr="00F97DBD" w:rsidRDefault="00A90618" w:rsidP="00E463D2">
      <w:pPr>
        <w:pStyle w:val="Nadpisbezsl1-2"/>
      </w:pPr>
      <w:r>
        <w:t xml:space="preserve">Rekapitulace </w:t>
      </w:r>
      <w:r w:rsidR="00E463D2" w:rsidRPr="00F97DBD">
        <w:t xml:space="preserve">Ceny </w:t>
      </w:r>
      <w:r w:rsidR="008A5A95">
        <w:t>Služeb</w:t>
      </w:r>
    </w:p>
    <w:p w14:paraId="0F175C42"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lastRenderedPageBreak/>
        <w:t>Příloha č. 4</w:t>
      </w:r>
    </w:p>
    <w:p w14:paraId="04F99002" w14:textId="77777777" w:rsidR="00CB6E4C" w:rsidRDefault="00CB6E4C" w:rsidP="00CB6E4C">
      <w:pPr>
        <w:pStyle w:val="Nadpisbezsl1-2"/>
      </w:pPr>
      <w:r>
        <w:t>Harmonogram postupu prací</w:t>
      </w:r>
    </w:p>
    <w:p w14:paraId="75164722" w14:textId="77777777" w:rsidR="00CB6E4C" w:rsidRDefault="00CB6E4C" w:rsidP="00CB6E4C">
      <w:pPr>
        <w:pStyle w:val="Textbezodsazen"/>
      </w:pPr>
    </w:p>
    <w:p w14:paraId="72B3DC35" w14:textId="77777777" w:rsidR="00CB6E4C" w:rsidRPr="00F762A8" w:rsidRDefault="00CB6E4C" w:rsidP="00CB6E4C">
      <w:pPr>
        <w:pStyle w:val="Textbezodsazen"/>
        <w:rPr>
          <w:highlight w:val="yellow"/>
        </w:rPr>
      </w:pPr>
      <w:r w:rsidRPr="00F762A8">
        <w:rPr>
          <w:highlight w:val="yellow"/>
        </w:rPr>
        <w:t>[VLOŽÍ ZHOTOVITEL]</w:t>
      </w:r>
    </w:p>
    <w:p w14:paraId="7913DD01" w14:textId="77777777" w:rsidR="00CB6E4C" w:rsidRDefault="00CB6E4C" w:rsidP="00CB6E4C">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lastRenderedPageBreak/>
        <w:t xml:space="preserve">Příloha č. </w:t>
      </w:r>
      <w:r w:rsidR="00CB6E4C">
        <w:t>5</w:t>
      </w:r>
    </w:p>
    <w:p w14:paraId="0E462214" w14:textId="5F84BF97" w:rsidR="00502690" w:rsidRDefault="00502690" w:rsidP="0039593F">
      <w:pPr>
        <w:pStyle w:val="Nadpisbezsl1-2"/>
      </w:pPr>
      <w:r>
        <w:t>Oprávněné osoby</w:t>
      </w:r>
    </w:p>
    <w:p w14:paraId="3396058D" w14:textId="6641C14E" w:rsidR="00ED29F1" w:rsidRDefault="00ED29F1" w:rsidP="00502690">
      <w:pPr>
        <w:pStyle w:val="Textbezodsazen"/>
        <w:rPr>
          <w:b/>
        </w:rPr>
      </w:pPr>
      <w:r>
        <w:rPr>
          <w:b/>
        </w:rPr>
        <w:t>Za Ob</w:t>
      </w:r>
      <w:r w:rsidRPr="00ED29F1">
        <w:rPr>
          <w:b/>
        </w:rPr>
        <w:t>jednatele:</w:t>
      </w:r>
    </w:p>
    <w:p w14:paraId="13704F53" w14:textId="77777777" w:rsidR="0039593F" w:rsidRPr="00F95FBD" w:rsidRDefault="0039593F" w:rsidP="0039593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9593F" w:rsidRPr="00F95FBD" w14:paraId="4D15C7DD" w14:textId="77777777" w:rsidTr="0026531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9FDC66" w14:textId="77777777" w:rsidR="0039593F" w:rsidRPr="00F95FBD" w:rsidRDefault="0039593F" w:rsidP="00265310">
            <w:pPr>
              <w:pStyle w:val="Tabulka"/>
              <w:rPr>
                <w:rStyle w:val="Nadpisvtabulce"/>
              </w:rPr>
            </w:pPr>
            <w:r w:rsidRPr="00F95FBD">
              <w:rPr>
                <w:rStyle w:val="Nadpisvtabulce"/>
              </w:rPr>
              <w:t>Jméno a příjmení</w:t>
            </w:r>
          </w:p>
        </w:tc>
        <w:tc>
          <w:tcPr>
            <w:tcW w:w="5812" w:type="dxa"/>
          </w:tcPr>
          <w:p w14:paraId="4DD70634" w14:textId="77777777" w:rsidR="0039593F" w:rsidRPr="00F95FBD" w:rsidRDefault="0039593F" w:rsidP="0026531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39593F" w:rsidRPr="00F95FBD" w14:paraId="7A2403D9" w14:textId="77777777" w:rsidTr="002653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A1545B" w14:textId="77777777" w:rsidR="0039593F" w:rsidRPr="00F95FBD" w:rsidRDefault="0039593F" w:rsidP="00265310">
            <w:pPr>
              <w:pStyle w:val="Tabulka"/>
              <w:rPr>
                <w:sz w:val="18"/>
              </w:rPr>
            </w:pPr>
            <w:r w:rsidRPr="00F95FBD">
              <w:rPr>
                <w:sz w:val="18"/>
              </w:rPr>
              <w:t>Adresa</w:t>
            </w:r>
          </w:p>
        </w:tc>
        <w:tc>
          <w:tcPr>
            <w:tcW w:w="5812" w:type="dxa"/>
          </w:tcPr>
          <w:p w14:paraId="632E168D" w14:textId="4E07C4E9" w:rsidR="0039593F" w:rsidRPr="00F95FBD" w:rsidRDefault="00FD4A52" w:rsidP="00FD4A5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w:t>
            </w:r>
            <w:r w:rsidR="0039593F">
              <w:rPr>
                <w:sz w:val="18"/>
              </w:rPr>
              <w:t xml:space="preserve">, Oblastní ředitelství Plzeň, Sušická </w:t>
            </w:r>
            <w:r>
              <w:rPr>
                <w:sz w:val="18"/>
              </w:rPr>
              <w:t>1168/</w:t>
            </w:r>
            <w:r w:rsidR="0039593F">
              <w:rPr>
                <w:sz w:val="18"/>
              </w:rPr>
              <w:t>23, 326 00 Plzeň</w:t>
            </w:r>
          </w:p>
        </w:tc>
      </w:tr>
      <w:tr w:rsidR="0039593F" w:rsidRPr="00F95FBD" w14:paraId="369875DA" w14:textId="77777777" w:rsidTr="002653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B499DC" w14:textId="77777777" w:rsidR="0039593F" w:rsidRPr="00F95FBD" w:rsidRDefault="0039593F" w:rsidP="00265310">
            <w:pPr>
              <w:pStyle w:val="Tabulka"/>
              <w:rPr>
                <w:sz w:val="18"/>
              </w:rPr>
            </w:pPr>
            <w:r w:rsidRPr="00F95FBD">
              <w:rPr>
                <w:sz w:val="18"/>
              </w:rPr>
              <w:t>E-mail</w:t>
            </w:r>
          </w:p>
        </w:tc>
        <w:tc>
          <w:tcPr>
            <w:tcW w:w="5812" w:type="dxa"/>
          </w:tcPr>
          <w:p w14:paraId="757F7AD7" w14:textId="77777777" w:rsidR="0039593F" w:rsidRPr="00F95FBD" w:rsidRDefault="0039593F"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39593F" w:rsidRPr="00F95FBD" w14:paraId="1E7DF392" w14:textId="77777777" w:rsidTr="002653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EE0DD4" w14:textId="77777777" w:rsidR="0039593F" w:rsidRPr="00F95FBD" w:rsidRDefault="0039593F" w:rsidP="00265310">
            <w:pPr>
              <w:pStyle w:val="Tabulka"/>
              <w:rPr>
                <w:sz w:val="18"/>
              </w:rPr>
            </w:pPr>
            <w:r w:rsidRPr="00F95FBD">
              <w:rPr>
                <w:sz w:val="18"/>
              </w:rPr>
              <w:t>Telefon</w:t>
            </w:r>
          </w:p>
        </w:tc>
        <w:tc>
          <w:tcPr>
            <w:tcW w:w="5812" w:type="dxa"/>
          </w:tcPr>
          <w:p w14:paraId="74954B7D" w14:textId="77777777" w:rsidR="0039593F" w:rsidRPr="00F95FBD" w:rsidRDefault="0039593F"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60F5F6F0" w14:textId="77777777" w:rsidR="0039593F" w:rsidRPr="00F95FBD" w:rsidRDefault="0039593F" w:rsidP="0039593F">
      <w:pPr>
        <w:pStyle w:val="Textbezodsazen"/>
      </w:pPr>
    </w:p>
    <w:p w14:paraId="570F394A" w14:textId="77777777" w:rsidR="0039593F" w:rsidRPr="00F95FBD" w:rsidRDefault="0039593F" w:rsidP="0039593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593F" w:rsidRPr="00F95FBD" w14:paraId="40D28AAA" w14:textId="77777777" w:rsidTr="00265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15BF7E" w14:textId="77777777" w:rsidR="0039593F" w:rsidRPr="00F95FBD" w:rsidRDefault="0039593F" w:rsidP="00265310">
            <w:pPr>
              <w:pStyle w:val="Tabulka"/>
              <w:rPr>
                <w:rStyle w:val="Nadpisvtabulce"/>
                <w:b w:val="0"/>
              </w:rPr>
            </w:pPr>
            <w:r w:rsidRPr="00F95FBD">
              <w:rPr>
                <w:rStyle w:val="Nadpisvtabulce"/>
                <w:b w:val="0"/>
              </w:rPr>
              <w:t>Jméno a příjmení</w:t>
            </w:r>
          </w:p>
        </w:tc>
        <w:tc>
          <w:tcPr>
            <w:tcW w:w="5812" w:type="dxa"/>
          </w:tcPr>
          <w:p w14:paraId="23604F65" w14:textId="77777777" w:rsidR="0039593F" w:rsidRPr="00F95FBD" w:rsidRDefault="0039593F" w:rsidP="00265310">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39593F" w:rsidRPr="00F95FBD" w14:paraId="69DAC57E"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681E85B4" w14:textId="77777777" w:rsidR="0039593F" w:rsidRPr="00F95FBD" w:rsidRDefault="0039593F" w:rsidP="00265310">
            <w:pPr>
              <w:pStyle w:val="Tabulka"/>
              <w:rPr>
                <w:sz w:val="18"/>
              </w:rPr>
            </w:pPr>
            <w:r w:rsidRPr="00F95FBD">
              <w:rPr>
                <w:sz w:val="18"/>
              </w:rPr>
              <w:t>Adresa</w:t>
            </w:r>
          </w:p>
        </w:tc>
        <w:tc>
          <w:tcPr>
            <w:tcW w:w="5812" w:type="dxa"/>
          </w:tcPr>
          <w:p w14:paraId="75FC4472" w14:textId="0D15DCC8" w:rsidR="0039593F" w:rsidRPr="00F95FBD" w:rsidRDefault="00FD4A52"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1168/23, 326 00 Plzeň</w:t>
            </w:r>
          </w:p>
        </w:tc>
      </w:tr>
      <w:tr w:rsidR="0039593F" w:rsidRPr="00F95FBD" w14:paraId="34CB6089"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08D76B30" w14:textId="77777777" w:rsidR="0039593F" w:rsidRPr="00F95FBD" w:rsidRDefault="0039593F" w:rsidP="00265310">
            <w:pPr>
              <w:pStyle w:val="Tabulka"/>
              <w:rPr>
                <w:sz w:val="18"/>
              </w:rPr>
            </w:pPr>
            <w:r w:rsidRPr="00F95FBD">
              <w:rPr>
                <w:sz w:val="18"/>
              </w:rPr>
              <w:t>E-mail</w:t>
            </w:r>
          </w:p>
        </w:tc>
        <w:tc>
          <w:tcPr>
            <w:tcW w:w="5812" w:type="dxa"/>
          </w:tcPr>
          <w:p w14:paraId="4B37BFF1" w14:textId="0D7C73E0" w:rsidR="0039593F" w:rsidRPr="00F95FBD" w:rsidRDefault="00FD4A52" w:rsidP="00FD4A5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w:t>
            </w:r>
            <w:r w:rsidR="0039593F">
              <w:rPr>
                <w:sz w:val="18"/>
              </w:rPr>
              <w:t>reisleben@szdc.cz</w:t>
            </w:r>
          </w:p>
        </w:tc>
      </w:tr>
      <w:tr w:rsidR="0039593F" w:rsidRPr="00F95FBD" w14:paraId="7BA1D040"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79433564" w14:textId="77777777" w:rsidR="0039593F" w:rsidRPr="00F95FBD" w:rsidRDefault="0039593F" w:rsidP="00265310">
            <w:pPr>
              <w:pStyle w:val="Tabulka"/>
              <w:rPr>
                <w:sz w:val="18"/>
              </w:rPr>
            </w:pPr>
            <w:r w:rsidRPr="00F95FBD">
              <w:rPr>
                <w:sz w:val="18"/>
              </w:rPr>
              <w:t>Telefon</w:t>
            </w:r>
          </w:p>
        </w:tc>
        <w:tc>
          <w:tcPr>
            <w:tcW w:w="5812" w:type="dxa"/>
          </w:tcPr>
          <w:p w14:paraId="2264446D" w14:textId="77777777" w:rsidR="0039593F" w:rsidRPr="00F95FBD" w:rsidRDefault="0039593F"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972 522 031</w:t>
            </w:r>
          </w:p>
        </w:tc>
      </w:tr>
    </w:tbl>
    <w:p w14:paraId="09BF3278" w14:textId="77777777" w:rsidR="0039593F" w:rsidRPr="00F95FBD" w:rsidRDefault="0039593F" w:rsidP="0039593F">
      <w:pPr>
        <w:pStyle w:val="Textbezodsazen"/>
      </w:pPr>
    </w:p>
    <w:p w14:paraId="06FFEBF5" w14:textId="77777777" w:rsidR="0039593F" w:rsidRPr="00F95FBD" w:rsidRDefault="0039593F" w:rsidP="0039593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9593F" w:rsidRPr="00F95FBD" w14:paraId="5BB77C0C" w14:textId="77777777" w:rsidTr="00265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0BB89F" w14:textId="77777777" w:rsidR="0039593F" w:rsidRPr="00F95FBD" w:rsidRDefault="0039593F" w:rsidP="00265310">
            <w:pPr>
              <w:pStyle w:val="Tabulka"/>
              <w:rPr>
                <w:rStyle w:val="Nadpisvtabulce"/>
                <w:b w:val="0"/>
              </w:rPr>
            </w:pPr>
            <w:r w:rsidRPr="00F95FBD">
              <w:rPr>
                <w:rStyle w:val="Nadpisvtabulce"/>
                <w:b w:val="0"/>
              </w:rPr>
              <w:t>Jméno a příjmení</w:t>
            </w:r>
          </w:p>
        </w:tc>
        <w:tc>
          <w:tcPr>
            <w:tcW w:w="5812" w:type="dxa"/>
          </w:tcPr>
          <w:p w14:paraId="13B68275" w14:textId="459E12AD" w:rsidR="0039593F" w:rsidRPr="00F95FBD" w:rsidRDefault="00AB6E1E" w:rsidP="00AB6E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w:t>
            </w:r>
            <w:r w:rsidR="0039593F">
              <w:rPr>
                <w:sz w:val="18"/>
              </w:rPr>
              <w:t xml:space="preserve">. </w:t>
            </w:r>
            <w:r>
              <w:rPr>
                <w:sz w:val="18"/>
              </w:rPr>
              <w:t>Václav Weber</w:t>
            </w:r>
          </w:p>
        </w:tc>
      </w:tr>
      <w:tr w:rsidR="0039593F" w:rsidRPr="00F95FBD" w14:paraId="01F501EE"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291EC562" w14:textId="77777777" w:rsidR="0039593F" w:rsidRPr="00F95FBD" w:rsidRDefault="0039593F" w:rsidP="00265310">
            <w:pPr>
              <w:pStyle w:val="Tabulka"/>
              <w:rPr>
                <w:sz w:val="18"/>
              </w:rPr>
            </w:pPr>
            <w:r w:rsidRPr="00F95FBD">
              <w:rPr>
                <w:sz w:val="18"/>
              </w:rPr>
              <w:t>Adresa</w:t>
            </w:r>
          </w:p>
        </w:tc>
        <w:tc>
          <w:tcPr>
            <w:tcW w:w="5812" w:type="dxa"/>
          </w:tcPr>
          <w:p w14:paraId="1C86FF18" w14:textId="468DC80E" w:rsidR="0039593F" w:rsidRPr="00F95FBD" w:rsidRDefault="00FD4A52"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1168/23, 326 00 Plzeň</w:t>
            </w:r>
          </w:p>
        </w:tc>
      </w:tr>
      <w:tr w:rsidR="0039593F" w:rsidRPr="00F95FBD" w14:paraId="71916145"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2F57C281" w14:textId="77777777" w:rsidR="0039593F" w:rsidRPr="00F95FBD" w:rsidRDefault="0039593F" w:rsidP="00265310">
            <w:pPr>
              <w:pStyle w:val="Tabulka"/>
              <w:rPr>
                <w:sz w:val="18"/>
              </w:rPr>
            </w:pPr>
            <w:r w:rsidRPr="00F95FBD">
              <w:rPr>
                <w:sz w:val="18"/>
              </w:rPr>
              <w:t>E-mail</w:t>
            </w:r>
          </w:p>
        </w:tc>
        <w:tc>
          <w:tcPr>
            <w:tcW w:w="5812" w:type="dxa"/>
          </w:tcPr>
          <w:p w14:paraId="54CDADCC" w14:textId="268EFE34" w:rsidR="0039593F" w:rsidRPr="00F95FBD" w:rsidRDefault="00AB6E1E" w:rsidP="00AB6E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WeberV</w:t>
            </w:r>
            <w:r w:rsidR="0039593F">
              <w:rPr>
                <w:sz w:val="18"/>
              </w:rPr>
              <w:t>@szdc.cz</w:t>
            </w:r>
          </w:p>
        </w:tc>
      </w:tr>
      <w:tr w:rsidR="0039593F" w:rsidRPr="00F95FBD" w14:paraId="22D8D912"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714D7F10" w14:textId="77777777" w:rsidR="0039593F" w:rsidRPr="00F95FBD" w:rsidRDefault="0039593F" w:rsidP="00265310">
            <w:pPr>
              <w:pStyle w:val="Tabulka"/>
              <w:rPr>
                <w:sz w:val="18"/>
              </w:rPr>
            </w:pPr>
            <w:r w:rsidRPr="00F95FBD">
              <w:rPr>
                <w:sz w:val="18"/>
              </w:rPr>
              <w:t>Telefon</w:t>
            </w:r>
          </w:p>
        </w:tc>
        <w:tc>
          <w:tcPr>
            <w:tcW w:w="5812" w:type="dxa"/>
          </w:tcPr>
          <w:p w14:paraId="45107156" w14:textId="70F10773" w:rsidR="0039593F" w:rsidRPr="00F95FBD" w:rsidRDefault="0039593F" w:rsidP="00AB6E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972 544 </w:t>
            </w:r>
            <w:r w:rsidR="00AB6E1E">
              <w:rPr>
                <w:sz w:val="18"/>
              </w:rPr>
              <w:t>486</w:t>
            </w:r>
          </w:p>
        </w:tc>
      </w:tr>
    </w:tbl>
    <w:p w14:paraId="1D5FB31D" w14:textId="0628B4F1" w:rsidR="00ED29F1" w:rsidRPr="0039593F" w:rsidRDefault="00ED29F1" w:rsidP="00ED29F1">
      <w:pPr>
        <w:pStyle w:val="Nadpistabulky"/>
        <w:rPr>
          <w:rFonts w:asciiTheme="minorHAnsi" w:hAnsiTheme="minorHAnsi"/>
          <w:sz w:val="18"/>
          <w:szCs w:val="18"/>
        </w:rPr>
      </w:pPr>
    </w:p>
    <w:p w14:paraId="2AA7708A" w14:textId="0B1EED73" w:rsidR="00ED29F1" w:rsidRPr="00F95FBD" w:rsidRDefault="00ED29F1" w:rsidP="00ED29F1">
      <w:pPr>
        <w:pStyle w:val="Nadpistabulky"/>
        <w:rPr>
          <w:rFonts w:asciiTheme="minorHAnsi" w:hAnsiTheme="minorHAnsi"/>
          <w:sz w:val="18"/>
          <w:szCs w:val="18"/>
        </w:rPr>
      </w:pPr>
    </w:p>
    <w:p w14:paraId="2BC031C6" w14:textId="631595B1" w:rsidR="00ED29F1" w:rsidRDefault="00ED29F1" w:rsidP="00ED29F1">
      <w:pPr>
        <w:pStyle w:val="Textbezodsazen"/>
      </w:pPr>
    </w:p>
    <w:p w14:paraId="4E1C984B" w14:textId="2F7F550C" w:rsidR="00665DF7" w:rsidRDefault="00665DF7" w:rsidP="00ED29F1">
      <w:pPr>
        <w:pStyle w:val="Textbezodsazen"/>
      </w:pPr>
    </w:p>
    <w:p w14:paraId="42EE6D46" w14:textId="0EF06833" w:rsidR="00665DF7" w:rsidRDefault="00665DF7" w:rsidP="00ED29F1">
      <w:pPr>
        <w:pStyle w:val="Textbezodsazen"/>
      </w:pPr>
    </w:p>
    <w:p w14:paraId="37DA2D7E" w14:textId="0D57666C" w:rsidR="00665DF7" w:rsidRDefault="00665DF7">
      <w:r>
        <w:br w:type="page"/>
      </w:r>
    </w:p>
    <w:p w14:paraId="4344F011" w14:textId="77777777" w:rsidR="00ED29F1" w:rsidRDefault="00ED29F1" w:rsidP="00502690">
      <w:pPr>
        <w:pStyle w:val="Textbezodsazen"/>
        <w:rPr>
          <w:b/>
        </w:rPr>
      </w:pPr>
      <w:r>
        <w:rPr>
          <w:b/>
        </w:rPr>
        <w:lastRenderedPageBreak/>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0E15174D" w:rsidR="002038D5" w:rsidRPr="00F95FBD" w:rsidRDefault="002038D5" w:rsidP="002038D5">
      <w:pPr>
        <w:pStyle w:val="Textbezodsazen"/>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6EEE1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16C377" w14:textId="36F7BFFA" w:rsidR="002C7A28" w:rsidRPr="008B7737" w:rsidRDefault="002C7A28" w:rsidP="00ED78E3">
            <w:pPr>
              <w:pStyle w:val="Tabulka"/>
              <w:rPr>
                <w:sz w:val="18"/>
                <w:highlight w:val="green"/>
              </w:rPr>
            </w:pPr>
            <w:r w:rsidRPr="00ED78E3">
              <w:rPr>
                <w:sz w:val="18"/>
              </w:rPr>
              <w:t xml:space="preserve">Pojištění </w:t>
            </w:r>
            <w:r w:rsidR="006E36DF" w:rsidRPr="00ED78E3">
              <w:rPr>
                <w:sz w:val="18"/>
              </w:rPr>
              <w:t>Služby</w:t>
            </w:r>
            <w:r w:rsidRPr="00ED78E3">
              <w:rPr>
                <w:sz w:val="18"/>
              </w:rPr>
              <w:t xml:space="preserve">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p>
        </w:tc>
        <w:tc>
          <w:tcPr>
            <w:tcW w:w="2500" w:type="pct"/>
          </w:tcPr>
          <w:p w14:paraId="3B556ACC" w14:textId="6992AB30" w:rsidR="002C7A28" w:rsidRPr="008B7737" w:rsidRDefault="002C7A28" w:rsidP="006E36DF">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8B7737">
              <w:rPr>
                <w:i/>
                <w:sz w:val="18"/>
                <w:highlight w:val="green"/>
              </w:rPr>
              <w:t xml:space="preserve">Na toto místo bude jako minimální výše pojistného plnění vložena částka, která bude odpovídat výši Ceny </w:t>
            </w:r>
            <w:r w:rsidR="006E36DF">
              <w:rPr>
                <w:i/>
                <w:sz w:val="18"/>
                <w:highlight w:val="green"/>
              </w:rPr>
              <w:t>Služby</w:t>
            </w:r>
            <w:r w:rsidRPr="008B7737">
              <w:rPr>
                <w:i/>
                <w:sz w:val="18"/>
                <w:highlight w:val="green"/>
              </w:rPr>
              <w:t xml:space="preserve"> bez DPH, kterou účastník včlení do těla závazného vzoru Smlouvy předloženého v nabídce účastníka</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1011C893" w:rsidR="002C7A28" w:rsidRPr="002C7A28" w:rsidRDefault="002A784C" w:rsidP="00891B26">
            <w:pPr>
              <w:pStyle w:val="Tabulka"/>
              <w:cnfStyle w:val="000000000000" w:firstRow="0" w:lastRow="0" w:firstColumn="0" w:lastColumn="0" w:oddVBand="0" w:evenVBand="0" w:oddHBand="0" w:evenHBand="0" w:firstRowFirstColumn="0" w:firstRowLastColumn="0" w:lastRowFirstColumn="0" w:lastRowLastColumn="0"/>
              <w:rPr>
                <w:sz w:val="18"/>
              </w:rPr>
            </w:pPr>
            <w:r w:rsidRPr="0039593F">
              <w:rPr>
                <w:rFonts w:eastAsia="Times New Roman" w:cs="Calibri"/>
                <w:sz w:val="18"/>
                <w:lang w:eastAsia="cs-CZ"/>
              </w:rPr>
              <w:t>M</w:t>
            </w:r>
            <w:r w:rsidR="002C7A28" w:rsidRPr="0039593F">
              <w:rPr>
                <w:rFonts w:eastAsia="Times New Roman" w:cs="Calibri"/>
                <w:sz w:val="18"/>
                <w:lang w:eastAsia="cs-CZ"/>
              </w:rPr>
              <w:t xml:space="preserve">inimálně </w:t>
            </w:r>
            <w:r w:rsidR="00891B26">
              <w:rPr>
                <w:rFonts w:eastAsia="Times New Roman" w:cs="Calibri"/>
                <w:sz w:val="18"/>
                <w:lang w:eastAsia="cs-CZ"/>
              </w:rPr>
              <w:t>2</w:t>
            </w:r>
            <w:r w:rsidR="0039593F" w:rsidRPr="0039593F">
              <w:rPr>
                <w:rFonts w:eastAsia="Times New Roman" w:cs="Calibri"/>
                <w:sz w:val="18"/>
                <w:lang w:eastAsia="cs-CZ"/>
              </w:rPr>
              <w:t>,</w:t>
            </w:r>
            <w:r w:rsidR="00891B26">
              <w:rPr>
                <w:rFonts w:eastAsia="Times New Roman" w:cs="Calibri"/>
                <w:sz w:val="18"/>
                <w:lang w:eastAsia="cs-CZ"/>
              </w:rPr>
              <w:t>7</w:t>
            </w:r>
            <w:r w:rsidR="0039593F" w:rsidRPr="0039593F">
              <w:rPr>
                <w:rFonts w:eastAsia="Times New Roman" w:cs="Calibri"/>
                <w:sz w:val="18"/>
                <w:lang w:eastAsia="cs-CZ"/>
              </w:rPr>
              <w:t xml:space="preserve"> </w:t>
            </w:r>
            <w:r w:rsidR="002C7A28" w:rsidRPr="0039593F">
              <w:rPr>
                <w:rFonts w:eastAsia="Times New Roman" w:cs="Calibri"/>
                <w:color w:val="000000"/>
                <w:sz w:val="18"/>
                <w:lang w:eastAsia="cs-CZ"/>
              </w:rPr>
              <w:t>mil. Kč</w:t>
            </w:r>
            <w:r w:rsidR="002C7A28" w:rsidRPr="0039593F">
              <w:rPr>
                <w:rFonts w:eastAsia="Times New Roman" w:cs="Calibri"/>
                <w:sz w:val="18"/>
                <w:lang w:eastAsia="cs-CZ"/>
              </w:rPr>
              <w:t xml:space="preserve"> na jednu pojistnou událost a </w:t>
            </w:r>
            <w:r w:rsidR="0039593F" w:rsidRPr="0039593F">
              <w:rPr>
                <w:rFonts w:eastAsia="Times New Roman" w:cs="Calibri"/>
                <w:sz w:val="18"/>
                <w:lang w:eastAsia="cs-CZ"/>
              </w:rPr>
              <w:t xml:space="preserve">10 </w:t>
            </w:r>
            <w:r w:rsidR="002C7A28" w:rsidRPr="0039593F">
              <w:rPr>
                <w:rFonts w:eastAsia="Times New Roman" w:cs="Calibri"/>
                <w:sz w:val="18"/>
                <w:lang w:eastAsia="cs-CZ"/>
              </w:rPr>
              <w:t>mil. Kč v úhrnu za rok</w:t>
            </w:r>
          </w:p>
        </w:tc>
      </w:tr>
    </w:tbl>
    <w:p w14:paraId="5AD329CC"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26D88" w14:textId="77777777" w:rsidR="008F1851" w:rsidRDefault="008F1851" w:rsidP="00962258">
      <w:pPr>
        <w:spacing w:after="0" w:line="240" w:lineRule="auto"/>
      </w:pPr>
      <w:r>
        <w:separator/>
      </w:r>
    </w:p>
  </w:endnote>
  <w:endnote w:type="continuationSeparator" w:id="0">
    <w:p w14:paraId="6462B33F" w14:textId="77777777" w:rsidR="008F1851" w:rsidRDefault="008F18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2EC13E96" w14:textId="77777777" w:rsidTr="00EB46E5">
      <w:tc>
        <w:tcPr>
          <w:tcW w:w="1361" w:type="dxa"/>
          <w:tcMar>
            <w:left w:w="0" w:type="dxa"/>
            <w:right w:w="0" w:type="dxa"/>
          </w:tcMar>
          <w:vAlign w:val="bottom"/>
        </w:tcPr>
        <w:p w14:paraId="36E68A25" w14:textId="0DB441B3" w:rsidR="00BA5CC3" w:rsidRPr="00B8518B" w:rsidRDefault="00BA5CC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969">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969">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BA5CC3" w:rsidRDefault="00BA5CC3" w:rsidP="00B8518B">
          <w:pPr>
            <w:pStyle w:val="Zpat"/>
          </w:pPr>
        </w:p>
      </w:tc>
      <w:tc>
        <w:tcPr>
          <w:tcW w:w="425" w:type="dxa"/>
          <w:shd w:val="clear" w:color="auto" w:fill="auto"/>
          <w:tcMar>
            <w:left w:w="0" w:type="dxa"/>
            <w:right w:w="0" w:type="dxa"/>
          </w:tcMar>
        </w:tcPr>
        <w:p w14:paraId="70B14670" w14:textId="77777777" w:rsidR="00BA5CC3" w:rsidRDefault="00BA5CC3" w:rsidP="00B8518B">
          <w:pPr>
            <w:pStyle w:val="Zpat"/>
          </w:pPr>
        </w:p>
      </w:tc>
      <w:tc>
        <w:tcPr>
          <w:tcW w:w="8505" w:type="dxa"/>
        </w:tcPr>
        <w:p w14:paraId="5BE82A13" w14:textId="034C511F" w:rsidR="00BA5CC3" w:rsidRPr="00E7415D" w:rsidRDefault="00BA5CC3" w:rsidP="00F422D3">
          <w:pPr>
            <w:pStyle w:val="Zpat0"/>
            <w:rPr>
              <w:b/>
            </w:rPr>
          </w:pPr>
          <w:r>
            <w:rPr>
              <w:b/>
            </w:rPr>
            <w:t>SMLOUVA O PROVEDENÍ SLUŽBY</w:t>
          </w:r>
        </w:p>
        <w:p w14:paraId="74A3109D" w14:textId="13BF3140" w:rsidR="00BA5CC3" w:rsidRDefault="00BA5CC3" w:rsidP="00F422D3">
          <w:pPr>
            <w:pStyle w:val="Zpat0"/>
          </w:pPr>
        </w:p>
      </w:tc>
    </w:tr>
  </w:tbl>
  <w:p w14:paraId="468ADB88"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BA5CC3" w:rsidRPr="00B8518B" w:rsidRDefault="00BA5CC3"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D28BAFB" w14:textId="77777777" w:rsidTr="00BA5CC3">
      <w:tc>
        <w:tcPr>
          <w:tcW w:w="1361" w:type="dxa"/>
          <w:tcMar>
            <w:left w:w="0" w:type="dxa"/>
            <w:right w:w="0" w:type="dxa"/>
          </w:tcMar>
          <w:vAlign w:val="bottom"/>
        </w:tcPr>
        <w:p w14:paraId="6E5AF0E0" w14:textId="0D71CF7A" w:rsidR="00BA5CC3" w:rsidRPr="00B8518B" w:rsidRDefault="00BA5CC3"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9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969">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BA5CC3" w:rsidRDefault="00BA5CC3" w:rsidP="00EB31C2">
          <w:pPr>
            <w:pStyle w:val="Zpat"/>
          </w:pPr>
        </w:p>
      </w:tc>
      <w:tc>
        <w:tcPr>
          <w:tcW w:w="425" w:type="dxa"/>
          <w:shd w:val="clear" w:color="auto" w:fill="auto"/>
          <w:tcMar>
            <w:left w:w="0" w:type="dxa"/>
            <w:right w:w="0" w:type="dxa"/>
          </w:tcMar>
        </w:tcPr>
        <w:p w14:paraId="3A589CE6" w14:textId="77777777" w:rsidR="00BA5CC3" w:rsidRDefault="00BA5CC3" w:rsidP="00EB31C2">
          <w:pPr>
            <w:pStyle w:val="Zpat"/>
          </w:pPr>
        </w:p>
      </w:tc>
      <w:tc>
        <w:tcPr>
          <w:tcW w:w="8505" w:type="dxa"/>
        </w:tcPr>
        <w:p w14:paraId="7487FB85" w14:textId="77777777" w:rsidR="00BA5CC3" w:rsidRPr="00E7415D" w:rsidRDefault="00BA5CC3" w:rsidP="00EB31C2">
          <w:pPr>
            <w:pStyle w:val="Zpat0"/>
            <w:rPr>
              <w:b/>
            </w:rPr>
          </w:pPr>
          <w:r>
            <w:rPr>
              <w:b/>
            </w:rPr>
            <w:t>SMLOUVA O PROVEDENÍ SLUŽBY</w:t>
          </w:r>
        </w:p>
        <w:p w14:paraId="1FC90099" w14:textId="77777777" w:rsidR="00BA5CC3" w:rsidRDefault="00BA5CC3" w:rsidP="00EB31C2">
          <w:pPr>
            <w:pStyle w:val="Zpat0"/>
          </w:pPr>
        </w:p>
      </w:tc>
    </w:tr>
  </w:tbl>
  <w:p w14:paraId="3EB7CD93" w14:textId="77777777" w:rsidR="00BA5CC3" w:rsidRPr="00460660" w:rsidRDefault="00BA5C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751FDD7E"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9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9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0CECAB84"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9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9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02680569"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9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9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E136DC2" w14:textId="77777777" w:rsidTr="00EB46E5">
      <w:tc>
        <w:tcPr>
          <w:tcW w:w="1361" w:type="dxa"/>
          <w:tcMar>
            <w:left w:w="0" w:type="dxa"/>
            <w:right w:w="0" w:type="dxa"/>
          </w:tcMar>
          <w:vAlign w:val="bottom"/>
        </w:tcPr>
        <w:p w14:paraId="21A637A5" w14:textId="42FA487D"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96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96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BA5CC3" w:rsidRDefault="00BA5CC3" w:rsidP="005A7872">
          <w:pPr>
            <w:pStyle w:val="Zpat"/>
          </w:pPr>
        </w:p>
      </w:tc>
      <w:tc>
        <w:tcPr>
          <w:tcW w:w="425" w:type="dxa"/>
          <w:shd w:val="clear" w:color="auto" w:fill="auto"/>
          <w:tcMar>
            <w:left w:w="0" w:type="dxa"/>
            <w:right w:w="0" w:type="dxa"/>
          </w:tcMar>
        </w:tcPr>
        <w:p w14:paraId="3197FBB1" w14:textId="77777777" w:rsidR="00BA5CC3" w:rsidRDefault="00BA5CC3" w:rsidP="00B8518B">
          <w:pPr>
            <w:pStyle w:val="Zpat"/>
          </w:pPr>
        </w:p>
      </w:tc>
      <w:tc>
        <w:tcPr>
          <w:tcW w:w="8505" w:type="dxa"/>
        </w:tcPr>
        <w:p w14:paraId="2E9F7418" w14:textId="05DA7FE7" w:rsidR="00BA5CC3" w:rsidRPr="00143EC0" w:rsidRDefault="0081296F" w:rsidP="00F422D3">
          <w:pPr>
            <w:pStyle w:val="Zpat0"/>
            <w:rPr>
              <w:b/>
            </w:rPr>
          </w:pPr>
          <w:r>
            <w:rPr>
              <w:b/>
            </w:rPr>
            <w:t xml:space="preserve">PŘÍLOHA č. </w:t>
          </w:r>
          <w:r w:rsidR="004464BA">
            <w:rPr>
              <w:b/>
            </w:rPr>
            <w:t>4</w:t>
          </w:r>
        </w:p>
        <w:p w14:paraId="363583F0" w14:textId="22C6B79A" w:rsidR="00BA5CC3" w:rsidRDefault="00BA5CC3" w:rsidP="00F95FBD">
          <w:pPr>
            <w:pStyle w:val="Zpat0"/>
          </w:pPr>
          <w:r>
            <w:t>SMLOUVA O PROVEDENÍ SLUŽBY</w:t>
          </w:r>
        </w:p>
      </w:tc>
    </w:tr>
  </w:tbl>
  <w:p w14:paraId="0A668C4A"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0F4F707F"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9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9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31FFDEAC" w:rsidR="00BA5CC3" w:rsidRPr="00143EC0" w:rsidRDefault="00BA5CC3" w:rsidP="00F422D3">
          <w:pPr>
            <w:pStyle w:val="Zpat0"/>
            <w:rPr>
              <w:b/>
            </w:rPr>
          </w:pPr>
          <w:r>
            <w:rPr>
              <w:b/>
            </w:rPr>
            <w:t>PŘÍLOHA č.</w:t>
          </w:r>
          <w:r w:rsidR="00F1027B">
            <w:rPr>
              <w:b/>
            </w:rPr>
            <w:t xml:space="preserve"> 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2D7A67A2"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9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9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13C572D7"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19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19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35154EC8" w:rsidR="00BA5CC3" w:rsidRPr="00143EC0" w:rsidRDefault="00BA5CC3" w:rsidP="00F422D3">
          <w:pPr>
            <w:pStyle w:val="Zpat0"/>
            <w:rPr>
              <w:b/>
            </w:rPr>
          </w:pPr>
          <w:r>
            <w:rPr>
              <w:b/>
            </w:rPr>
            <w:t xml:space="preserve">PŘÍLOHA č. </w:t>
          </w:r>
          <w:r w:rsidR="004464BA">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BB622" w14:textId="77777777" w:rsidR="008F1851" w:rsidRDefault="008F1851" w:rsidP="00962258">
      <w:pPr>
        <w:spacing w:after="0" w:line="240" w:lineRule="auto"/>
      </w:pPr>
      <w:r>
        <w:separator/>
      </w:r>
    </w:p>
  </w:footnote>
  <w:footnote w:type="continuationSeparator" w:id="0">
    <w:p w14:paraId="5446071C" w14:textId="77777777" w:rsidR="008F1851" w:rsidRDefault="008F185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2E7BDA3A" w14:textId="77777777" w:rsidTr="00C02D0A">
      <w:trPr>
        <w:trHeight w:hRule="exact" w:val="454"/>
      </w:trPr>
      <w:tc>
        <w:tcPr>
          <w:tcW w:w="1361" w:type="dxa"/>
          <w:tcMar>
            <w:top w:w="57" w:type="dxa"/>
            <w:left w:w="0" w:type="dxa"/>
            <w:right w:w="0" w:type="dxa"/>
          </w:tcMar>
        </w:tcPr>
        <w:p w14:paraId="384B1E18"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4CE4D8B" w14:textId="77777777" w:rsidR="00BA5CC3" w:rsidRDefault="00BA5CC3" w:rsidP="00523EA7">
          <w:pPr>
            <w:pStyle w:val="Zpat"/>
          </w:pPr>
        </w:p>
      </w:tc>
      <w:tc>
        <w:tcPr>
          <w:tcW w:w="5698" w:type="dxa"/>
          <w:shd w:val="clear" w:color="auto" w:fill="auto"/>
          <w:tcMar>
            <w:top w:w="57" w:type="dxa"/>
            <w:left w:w="0" w:type="dxa"/>
            <w:right w:w="0" w:type="dxa"/>
          </w:tcMar>
        </w:tcPr>
        <w:p w14:paraId="6981AAA1" w14:textId="77777777" w:rsidR="00BA5CC3" w:rsidRPr="00D6163D" w:rsidRDefault="00BA5CC3" w:rsidP="00D6163D">
          <w:pPr>
            <w:pStyle w:val="Druhdokumentu"/>
          </w:pPr>
        </w:p>
      </w:tc>
    </w:tr>
  </w:tbl>
  <w:p w14:paraId="606FA096" w14:textId="77777777" w:rsidR="00BA5CC3" w:rsidRPr="00D6163D" w:rsidRDefault="00BA5C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5CC3" w14:paraId="2568B033" w14:textId="77777777" w:rsidTr="00B22106">
      <w:trPr>
        <w:trHeight w:hRule="exact" w:val="936"/>
      </w:trPr>
      <w:tc>
        <w:tcPr>
          <w:tcW w:w="1361" w:type="dxa"/>
          <w:tcMar>
            <w:left w:w="0" w:type="dxa"/>
            <w:right w:w="0" w:type="dxa"/>
          </w:tcMar>
        </w:tcPr>
        <w:p w14:paraId="2EDC58DD"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5649EA81" w14:textId="77777777" w:rsidR="00BA5CC3" w:rsidRDefault="00BA5CC3" w:rsidP="00FC6389">
          <w:pPr>
            <w:pStyle w:val="Zpat"/>
          </w:pPr>
        </w:p>
      </w:tc>
      <w:tc>
        <w:tcPr>
          <w:tcW w:w="5756" w:type="dxa"/>
          <w:shd w:val="clear" w:color="auto" w:fill="auto"/>
          <w:tcMar>
            <w:left w:w="0" w:type="dxa"/>
            <w:right w:w="0" w:type="dxa"/>
          </w:tcMar>
        </w:tcPr>
        <w:p w14:paraId="6CB636FE" w14:textId="77777777" w:rsidR="00BA5CC3" w:rsidRPr="00D6163D" w:rsidRDefault="00BA5CC3" w:rsidP="00FC6389">
          <w:pPr>
            <w:pStyle w:val="Druhdokumentu"/>
          </w:pPr>
        </w:p>
      </w:tc>
    </w:tr>
    <w:tr w:rsidR="00BA5CC3" w14:paraId="6449D044" w14:textId="77777777" w:rsidTr="00B22106">
      <w:trPr>
        <w:trHeight w:hRule="exact" w:val="936"/>
      </w:trPr>
      <w:tc>
        <w:tcPr>
          <w:tcW w:w="1361" w:type="dxa"/>
          <w:tcMar>
            <w:left w:w="0" w:type="dxa"/>
            <w:right w:w="0" w:type="dxa"/>
          </w:tcMar>
        </w:tcPr>
        <w:p w14:paraId="3C3C6D2B"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7534DFE3" w14:textId="77777777" w:rsidR="00BA5CC3" w:rsidRDefault="00BA5CC3" w:rsidP="00FC6389">
          <w:pPr>
            <w:pStyle w:val="Zpat"/>
          </w:pPr>
        </w:p>
      </w:tc>
      <w:tc>
        <w:tcPr>
          <w:tcW w:w="5756" w:type="dxa"/>
          <w:shd w:val="clear" w:color="auto" w:fill="auto"/>
          <w:tcMar>
            <w:left w:w="0" w:type="dxa"/>
            <w:right w:w="0" w:type="dxa"/>
          </w:tcMar>
        </w:tcPr>
        <w:p w14:paraId="087DFC6E" w14:textId="2FF142D8" w:rsidR="00BA5CC3" w:rsidRDefault="00BA5CC3" w:rsidP="00FC6389">
          <w:pPr>
            <w:pStyle w:val="Druhdokumentu"/>
          </w:pPr>
        </w:p>
        <w:p w14:paraId="559E2605" w14:textId="1FCCBE0D" w:rsidR="00BA5CC3" w:rsidRPr="00577910" w:rsidRDefault="00BA5CC3" w:rsidP="00577910">
          <w:pPr>
            <w:jc w:val="center"/>
          </w:pPr>
        </w:p>
      </w:tc>
    </w:tr>
  </w:tbl>
  <w:p w14:paraId="7EC7A567" w14:textId="77777777" w:rsidR="00BA5CC3" w:rsidRPr="00D6163D" w:rsidRDefault="00BA5CC3"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BA5CC3" w:rsidRPr="00460660" w:rsidRDefault="00BA5C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6F25A8"/>
    <w:multiLevelType w:val="multilevel"/>
    <w:tmpl w:val="CABE99FC"/>
    <w:numStyleLink w:val="ListNumbermultileve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E7A16"/>
    <w:multiLevelType w:val="multilevel"/>
    <w:tmpl w:val="CABE99FC"/>
    <w:numStyleLink w:val="ListNumbermultileve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8E364D9"/>
    <w:multiLevelType w:val="multilevel"/>
    <w:tmpl w:val="CABE99FC"/>
    <w:numStyleLink w:val="ListNumbermultilevel"/>
  </w:abstractNum>
  <w:abstractNum w:abstractNumId="16"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1"/>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8"/>
  </w:num>
  <w:num w:numId="19">
    <w:abstractNumId w:val="18"/>
  </w:num>
  <w:num w:numId="20">
    <w:abstractNumId w:val="18"/>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2"/>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3"/>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A44BC"/>
    <w:rsid w:val="000B0A02"/>
    <w:rsid w:val="000B4EB8"/>
    <w:rsid w:val="000C41F2"/>
    <w:rsid w:val="000D22C4"/>
    <w:rsid w:val="000D27D1"/>
    <w:rsid w:val="000E1A7F"/>
    <w:rsid w:val="000F070C"/>
    <w:rsid w:val="00112864"/>
    <w:rsid w:val="00114472"/>
    <w:rsid w:val="00114988"/>
    <w:rsid w:val="00115069"/>
    <w:rsid w:val="001150F2"/>
    <w:rsid w:val="00127223"/>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16CF4"/>
    <w:rsid w:val="00226BED"/>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C7B"/>
    <w:rsid w:val="002F4333"/>
    <w:rsid w:val="003111BA"/>
    <w:rsid w:val="00327EEF"/>
    <w:rsid w:val="0033239F"/>
    <w:rsid w:val="0034274B"/>
    <w:rsid w:val="0034719F"/>
    <w:rsid w:val="00350A35"/>
    <w:rsid w:val="003571D8"/>
    <w:rsid w:val="00357BC6"/>
    <w:rsid w:val="00361422"/>
    <w:rsid w:val="0037545D"/>
    <w:rsid w:val="00381EFC"/>
    <w:rsid w:val="00392910"/>
    <w:rsid w:val="00392EB6"/>
    <w:rsid w:val="003956C6"/>
    <w:rsid w:val="0039593F"/>
    <w:rsid w:val="003A197F"/>
    <w:rsid w:val="003C33F2"/>
    <w:rsid w:val="003D756E"/>
    <w:rsid w:val="003E420D"/>
    <w:rsid w:val="003E4C13"/>
    <w:rsid w:val="00406F9D"/>
    <w:rsid w:val="004078F3"/>
    <w:rsid w:val="0041625C"/>
    <w:rsid w:val="00427794"/>
    <w:rsid w:val="00443BD3"/>
    <w:rsid w:val="004442D9"/>
    <w:rsid w:val="004464BA"/>
    <w:rsid w:val="00450F07"/>
    <w:rsid w:val="00453CD3"/>
    <w:rsid w:val="0046002F"/>
    <w:rsid w:val="00460660"/>
    <w:rsid w:val="00464BA9"/>
    <w:rsid w:val="00483969"/>
    <w:rsid w:val="00485CE8"/>
    <w:rsid w:val="00486107"/>
    <w:rsid w:val="00491827"/>
    <w:rsid w:val="004A70C6"/>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77910"/>
    <w:rsid w:val="00580245"/>
    <w:rsid w:val="005A1F44"/>
    <w:rsid w:val="005A6B21"/>
    <w:rsid w:val="005A7872"/>
    <w:rsid w:val="005B2E3A"/>
    <w:rsid w:val="005D3C39"/>
    <w:rsid w:val="005E08F8"/>
    <w:rsid w:val="00601A8C"/>
    <w:rsid w:val="0061068E"/>
    <w:rsid w:val="006115D3"/>
    <w:rsid w:val="006223CF"/>
    <w:rsid w:val="0065610E"/>
    <w:rsid w:val="00660AD3"/>
    <w:rsid w:val="00665DF7"/>
    <w:rsid w:val="00671778"/>
    <w:rsid w:val="006776B6"/>
    <w:rsid w:val="00693150"/>
    <w:rsid w:val="00697CF8"/>
    <w:rsid w:val="006A5570"/>
    <w:rsid w:val="006A689C"/>
    <w:rsid w:val="006B3D79"/>
    <w:rsid w:val="006B6FE4"/>
    <w:rsid w:val="006C0BB6"/>
    <w:rsid w:val="006C2343"/>
    <w:rsid w:val="006C442A"/>
    <w:rsid w:val="006C490F"/>
    <w:rsid w:val="006D1DE8"/>
    <w:rsid w:val="006D3D66"/>
    <w:rsid w:val="006D4362"/>
    <w:rsid w:val="006E0578"/>
    <w:rsid w:val="006E314D"/>
    <w:rsid w:val="006E36DF"/>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5279"/>
    <w:rsid w:val="007B5459"/>
    <w:rsid w:val="007B570C"/>
    <w:rsid w:val="007C7E79"/>
    <w:rsid w:val="007E438F"/>
    <w:rsid w:val="007E4A6E"/>
    <w:rsid w:val="007E57FA"/>
    <w:rsid w:val="007F56A7"/>
    <w:rsid w:val="00800851"/>
    <w:rsid w:val="00807DD0"/>
    <w:rsid w:val="0081296F"/>
    <w:rsid w:val="00813A9F"/>
    <w:rsid w:val="00820EFF"/>
    <w:rsid w:val="00821D01"/>
    <w:rsid w:val="00826B7B"/>
    <w:rsid w:val="008335E4"/>
    <w:rsid w:val="00846789"/>
    <w:rsid w:val="00866994"/>
    <w:rsid w:val="008755BC"/>
    <w:rsid w:val="008858C2"/>
    <w:rsid w:val="00891B26"/>
    <w:rsid w:val="008A3568"/>
    <w:rsid w:val="008A5A95"/>
    <w:rsid w:val="008B4B16"/>
    <w:rsid w:val="008B6585"/>
    <w:rsid w:val="008B7737"/>
    <w:rsid w:val="008C50F3"/>
    <w:rsid w:val="008C7EFE"/>
    <w:rsid w:val="008D03B9"/>
    <w:rsid w:val="008D30C7"/>
    <w:rsid w:val="008E3804"/>
    <w:rsid w:val="008E3C99"/>
    <w:rsid w:val="008F1851"/>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5666"/>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B6E1E"/>
    <w:rsid w:val="00AD056F"/>
    <w:rsid w:val="00AD0C7B"/>
    <w:rsid w:val="00AD5F1A"/>
    <w:rsid w:val="00AD6731"/>
    <w:rsid w:val="00AE696E"/>
    <w:rsid w:val="00B008D5"/>
    <w:rsid w:val="00B02F73"/>
    <w:rsid w:val="00B05B31"/>
    <w:rsid w:val="00B0619F"/>
    <w:rsid w:val="00B13A26"/>
    <w:rsid w:val="00B15D0D"/>
    <w:rsid w:val="00B22106"/>
    <w:rsid w:val="00B42F40"/>
    <w:rsid w:val="00B47E6D"/>
    <w:rsid w:val="00B5431A"/>
    <w:rsid w:val="00B61969"/>
    <w:rsid w:val="00B733C6"/>
    <w:rsid w:val="00B75EE1"/>
    <w:rsid w:val="00B77481"/>
    <w:rsid w:val="00B84ECC"/>
    <w:rsid w:val="00B8518B"/>
    <w:rsid w:val="00B955DF"/>
    <w:rsid w:val="00B97CC3"/>
    <w:rsid w:val="00BA3F59"/>
    <w:rsid w:val="00BA4952"/>
    <w:rsid w:val="00BA5CC3"/>
    <w:rsid w:val="00BC06C4"/>
    <w:rsid w:val="00BD7E91"/>
    <w:rsid w:val="00BD7F0D"/>
    <w:rsid w:val="00C02D0A"/>
    <w:rsid w:val="00C03A6E"/>
    <w:rsid w:val="00C1242D"/>
    <w:rsid w:val="00C226C0"/>
    <w:rsid w:val="00C26A57"/>
    <w:rsid w:val="00C34EAD"/>
    <w:rsid w:val="00C37459"/>
    <w:rsid w:val="00C42FE6"/>
    <w:rsid w:val="00C44F6A"/>
    <w:rsid w:val="00C45470"/>
    <w:rsid w:val="00C55CEB"/>
    <w:rsid w:val="00C6198E"/>
    <w:rsid w:val="00C708EA"/>
    <w:rsid w:val="00C727FB"/>
    <w:rsid w:val="00C74D6B"/>
    <w:rsid w:val="00C7674A"/>
    <w:rsid w:val="00C778A5"/>
    <w:rsid w:val="00C95162"/>
    <w:rsid w:val="00CB4F6D"/>
    <w:rsid w:val="00CB6A37"/>
    <w:rsid w:val="00CB6E4C"/>
    <w:rsid w:val="00CB7684"/>
    <w:rsid w:val="00CC7C8F"/>
    <w:rsid w:val="00CD1FC4"/>
    <w:rsid w:val="00CE6A58"/>
    <w:rsid w:val="00CF5081"/>
    <w:rsid w:val="00D034A0"/>
    <w:rsid w:val="00D1366C"/>
    <w:rsid w:val="00D21061"/>
    <w:rsid w:val="00D32554"/>
    <w:rsid w:val="00D4108E"/>
    <w:rsid w:val="00D41CEF"/>
    <w:rsid w:val="00D4328E"/>
    <w:rsid w:val="00D476D4"/>
    <w:rsid w:val="00D6163D"/>
    <w:rsid w:val="00D831A3"/>
    <w:rsid w:val="00D8332A"/>
    <w:rsid w:val="00D976E7"/>
    <w:rsid w:val="00D97BE3"/>
    <w:rsid w:val="00DA3711"/>
    <w:rsid w:val="00DA5B8D"/>
    <w:rsid w:val="00DD3274"/>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D78E3"/>
    <w:rsid w:val="00EE756F"/>
    <w:rsid w:val="00F016C7"/>
    <w:rsid w:val="00F1027B"/>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4A52"/>
    <w:rsid w:val="00FE181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1F97B1"/>
  <w14:defaultImageDpi w14:val="32767"/>
  <w15:docId w15:val="{2F2B818B-DA52-4C98-835B-1C168489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CE177C6-120B-4CEE-9A8A-5A913BD87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249</TotalTime>
  <Pages>15</Pages>
  <Words>2881</Words>
  <Characters>16999</Characters>
  <Application>Microsoft Office Word</Application>
  <DocSecurity>0</DocSecurity>
  <Lines>141</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49</cp:revision>
  <cp:lastPrinted>2019-09-27T11:09:00Z</cp:lastPrinted>
  <dcterms:created xsi:type="dcterms:W3CDTF">2020-01-31T12:27:00Z</dcterms:created>
  <dcterms:modified xsi:type="dcterms:W3CDTF">2020-04-17T09:35:00Z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